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0BA" w:rsidRPr="00250021" w:rsidRDefault="00DB70BA" w:rsidP="00DB70BA">
      <w:pPr>
        <w:pStyle w:val="a7"/>
        <w:jc w:val="center"/>
      </w:pPr>
      <w:r w:rsidRPr="00250021">
        <w:t>Перечень рекомендуемых мероприятий по улучшению условий труда</w:t>
      </w:r>
    </w:p>
    <w:p w:rsidR="00B3448B" w:rsidRPr="00250021" w:rsidRDefault="00B3448B" w:rsidP="00B3448B"/>
    <w:p w:rsidR="00B3448B" w:rsidRPr="00250021" w:rsidRDefault="00B3448B" w:rsidP="00B3448B">
      <w:r w:rsidRPr="00250021">
        <w:t>Наименование организации:</w:t>
      </w:r>
      <w:r w:rsidRPr="00250021">
        <w:rPr>
          <w:rStyle w:val="a9"/>
        </w:rPr>
        <w:t xml:space="preserve"> </w:t>
      </w:r>
      <w:r w:rsidRPr="00250021">
        <w:rPr>
          <w:rStyle w:val="a9"/>
        </w:rPr>
        <w:fldChar w:fldCharType="begin"/>
      </w:r>
      <w:r w:rsidRPr="00250021">
        <w:rPr>
          <w:rStyle w:val="a9"/>
        </w:rPr>
        <w:instrText xml:space="preserve"> DOCVARIABLE </w:instrText>
      </w:r>
      <w:r w:rsidR="00483A6A" w:rsidRPr="00250021">
        <w:rPr>
          <w:rStyle w:val="a9"/>
        </w:rPr>
        <w:instrText>ceh_info</w:instrText>
      </w:r>
      <w:r w:rsidRPr="00250021">
        <w:rPr>
          <w:rStyle w:val="a9"/>
        </w:rPr>
        <w:instrText xml:space="preserve"> \* MERGEFORMAT </w:instrText>
      </w:r>
      <w:r w:rsidRPr="00250021">
        <w:rPr>
          <w:rStyle w:val="a9"/>
        </w:rPr>
        <w:fldChar w:fldCharType="separate"/>
      </w:r>
      <w:r w:rsidR="00C04AD4" w:rsidRPr="00C04AD4">
        <w:rPr>
          <w:rStyle w:val="a9"/>
        </w:rPr>
        <w:t xml:space="preserve"> Общество с ограниченной ответственностью «Сити </w:t>
      </w:r>
      <w:proofErr w:type="spellStart"/>
      <w:r w:rsidR="00C04AD4" w:rsidRPr="00C04AD4">
        <w:rPr>
          <w:rStyle w:val="a9"/>
        </w:rPr>
        <w:t>Ресторантс</w:t>
      </w:r>
      <w:proofErr w:type="spellEnd"/>
      <w:r w:rsidR="00C04AD4" w:rsidRPr="00C04AD4">
        <w:rPr>
          <w:rStyle w:val="a9"/>
        </w:rPr>
        <w:t xml:space="preserve">» </w:t>
      </w:r>
      <w:r w:rsidRPr="00250021">
        <w:rPr>
          <w:rStyle w:val="a9"/>
        </w:rPr>
        <w:fldChar w:fldCharType="end"/>
      </w:r>
      <w:r w:rsidRPr="00250021">
        <w:rPr>
          <w:rStyle w:val="a9"/>
        </w:rPr>
        <w:t> </w:t>
      </w:r>
    </w:p>
    <w:p w:rsidR="00DB70BA" w:rsidRPr="00250021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250021" w:rsidTr="008B4051">
        <w:trPr>
          <w:jc w:val="center"/>
        </w:trPr>
        <w:tc>
          <w:tcPr>
            <w:tcW w:w="3049" w:type="dxa"/>
            <w:vAlign w:val="center"/>
          </w:tcPr>
          <w:p w:rsidR="00DB70BA" w:rsidRPr="00250021" w:rsidRDefault="00DB70BA" w:rsidP="00DB70BA">
            <w:pPr>
              <w:pStyle w:val="aa"/>
            </w:pPr>
            <w:bookmarkStart w:id="0" w:name="main_table"/>
            <w:bookmarkEnd w:id="0"/>
            <w:r w:rsidRPr="0025002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250021" w:rsidRDefault="00DB70BA" w:rsidP="00DB70BA">
            <w:pPr>
              <w:pStyle w:val="aa"/>
            </w:pPr>
            <w:r w:rsidRPr="0025002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250021" w:rsidRDefault="00DB70BA" w:rsidP="00DB70BA">
            <w:pPr>
              <w:pStyle w:val="aa"/>
            </w:pPr>
            <w:r w:rsidRPr="00250021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250021" w:rsidRDefault="008B4051" w:rsidP="00DB70BA">
            <w:pPr>
              <w:pStyle w:val="aa"/>
            </w:pPr>
            <w:r w:rsidRPr="00250021">
              <w:t>Срок</w:t>
            </w:r>
            <w:r w:rsidRPr="00250021">
              <w:br/>
            </w:r>
            <w:r w:rsidR="00DB70BA" w:rsidRPr="00250021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250021" w:rsidRDefault="00DB70BA" w:rsidP="00DB70BA">
            <w:pPr>
              <w:pStyle w:val="aa"/>
            </w:pPr>
            <w:r w:rsidRPr="00250021">
              <w:t>Структурные подразделения, привлекаемые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250021" w:rsidRDefault="00DB70BA" w:rsidP="00DB70BA">
            <w:pPr>
              <w:pStyle w:val="aa"/>
            </w:pPr>
            <w:r w:rsidRPr="00250021">
              <w:t>Отметка о выполнении</w:t>
            </w:r>
          </w:p>
        </w:tc>
      </w:tr>
      <w:tr w:rsidR="00DB70BA" w:rsidRPr="00250021" w:rsidTr="008B4051">
        <w:trPr>
          <w:jc w:val="center"/>
        </w:trPr>
        <w:tc>
          <w:tcPr>
            <w:tcW w:w="3049" w:type="dxa"/>
            <w:vAlign w:val="center"/>
          </w:tcPr>
          <w:p w:rsidR="00DB70BA" w:rsidRPr="00250021" w:rsidRDefault="00DB70BA" w:rsidP="00DB70BA">
            <w:pPr>
              <w:pStyle w:val="aa"/>
            </w:pPr>
            <w:r w:rsidRPr="00250021">
              <w:t>1</w:t>
            </w:r>
          </w:p>
        </w:tc>
        <w:tc>
          <w:tcPr>
            <w:tcW w:w="3686" w:type="dxa"/>
            <w:vAlign w:val="center"/>
          </w:tcPr>
          <w:p w:rsidR="00DB70BA" w:rsidRPr="00250021" w:rsidRDefault="00DB70BA" w:rsidP="00DB70BA">
            <w:pPr>
              <w:pStyle w:val="aa"/>
            </w:pPr>
            <w:r w:rsidRPr="00250021">
              <w:t>2</w:t>
            </w:r>
          </w:p>
        </w:tc>
        <w:tc>
          <w:tcPr>
            <w:tcW w:w="2835" w:type="dxa"/>
            <w:vAlign w:val="center"/>
          </w:tcPr>
          <w:p w:rsidR="00DB70BA" w:rsidRPr="00250021" w:rsidRDefault="00DB70BA" w:rsidP="00DB70BA">
            <w:pPr>
              <w:pStyle w:val="aa"/>
            </w:pPr>
            <w:r w:rsidRPr="00250021">
              <w:t>3</w:t>
            </w:r>
          </w:p>
        </w:tc>
        <w:tc>
          <w:tcPr>
            <w:tcW w:w="1384" w:type="dxa"/>
            <w:vAlign w:val="center"/>
          </w:tcPr>
          <w:p w:rsidR="00DB70BA" w:rsidRPr="00250021" w:rsidRDefault="00DB70BA" w:rsidP="00DB70BA">
            <w:pPr>
              <w:pStyle w:val="aa"/>
            </w:pPr>
            <w:r w:rsidRPr="00250021">
              <w:t>4</w:t>
            </w:r>
          </w:p>
        </w:tc>
        <w:tc>
          <w:tcPr>
            <w:tcW w:w="3294" w:type="dxa"/>
            <w:vAlign w:val="center"/>
          </w:tcPr>
          <w:p w:rsidR="00DB70BA" w:rsidRPr="00250021" w:rsidRDefault="00DB70BA" w:rsidP="00DB70BA">
            <w:pPr>
              <w:pStyle w:val="aa"/>
            </w:pPr>
            <w:r w:rsidRPr="00250021">
              <w:t>5</w:t>
            </w:r>
          </w:p>
        </w:tc>
        <w:tc>
          <w:tcPr>
            <w:tcW w:w="1315" w:type="dxa"/>
            <w:vAlign w:val="center"/>
          </w:tcPr>
          <w:p w:rsidR="00DB70BA" w:rsidRPr="00250021" w:rsidRDefault="00DB70BA" w:rsidP="00DB70BA">
            <w:pPr>
              <w:pStyle w:val="aa"/>
            </w:pPr>
            <w:r w:rsidRPr="00250021">
              <w:t>6</w:t>
            </w: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Администрация Сити</w:t>
            </w:r>
          </w:p>
        </w:tc>
        <w:tc>
          <w:tcPr>
            <w:tcW w:w="3686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64. Ведущий специалист по административно-хозяйственной деятельности</w:t>
            </w:r>
          </w:p>
        </w:tc>
        <w:tc>
          <w:tcPr>
            <w:tcW w:w="3686" w:type="dxa"/>
            <w:vAlign w:val="center"/>
          </w:tcPr>
          <w:p w:rsidR="00C04AD4" w:rsidRPr="00250021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65. Территориальный управляющий-стажер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Аппарат генерального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66. Генеральный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67. Бизнес-ассистент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68. Бизнес-ассистент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совокупного вознаграждения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69. Специалист по охране труда и пожарной безопасности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70. Руководитель отдела совокупного вознаграждения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71. Специалист по совокупному вознаграждению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подбора персонала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72. Ведущий менеджер по подбору персонала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73. Менеджер по подбору персонала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74. Ведущий менеджер по подбору массового персонала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кадров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75А(76А; 77А; 78А). Специалист по кадрам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79. Руководитель отдела кадров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lastRenderedPageBreak/>
              <w:t>80. Ведущий специалист по кадрам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Секретариат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81. Курьер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82. Офис-менеджер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83. Офис-менеджер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банковских операций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84. Руководитель отдела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85. Финансовый аналитик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Департамент развития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86. Специалист по аренде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87. Специалист по аренде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88. Директор по развитию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Департамент строительства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89. Технолог-проектировщик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90. Координатор департамента строительства и эксплуатации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91. Руководитель проектов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92. Руководитель проектов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93. Архитектор-дизайнер по интерьерам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94. Директор департамента строительства и эксплуатации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95. Дизайнер-архитектор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96. Руководитель строительных объектов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закупок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97. Менеджер по закупкам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98. Руководитель по снабжению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 xml:space="preserve">Рекомендации по улучшению условий </w:t>
            </w:r>
            <w:r>
              <w:lastRenderedPageBreak/>
              <w:t>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Отдел эксплуатации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99. Энергетик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100. Кладовщик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Департамент маркетинга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101. Руководитель отдела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102. Специалист по маркетингу и рекламе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103. Директор по маркетингу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104. Аналитик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105. Руководитель направления маркетинга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106. Руководитель цифрового маркетинга и программ лояльности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бухгалтерского учёта и отчетности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107. Ведущий бухгалтер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108. Заместитель главного бухгалтера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109. Ведущий бухгалтер первой категории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расчетов по ФОТ и кассовым операциям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110. Бухгалтер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внутренней безопасности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111. Руководитель отдела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Техническая группа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112. Руководитель группы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113. Электрик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 xml:space="preserve">114А(115А; 116А; 117А; 118А; </w:t>
            </w:r>
            <w:r>
              <w:lastRenderedPageBreak/>
              <w:t>119А; 120А; 121А). Технический специалист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lastRenderedPageBreak/>
              <w:t xml:space="preserve">Рекомендации по улучшению условий </w:t>
            </w:r>
            <w:r>
              <w:lastRenderedPageBreak/>
              <w:t>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lastRenderedPageBreak/>
              <w:t>122. Инженер по обслуживанию систем вентиляции и кондиционирования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123. Инженер по обслуживанию систем вентиляции и кондиционирования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124А(125А; 126А). Региональный технический специалист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Департамент эксплуатации и ремонта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127. Ведущий инженер по технологическому оборудованию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128. Руководитель отдела эксплуатации и ремонта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 xml:space="preserve">129. Специалист по </w:t>
            </w:r>
            <w:proofErr w:type="spellStart"/>
            <w:r>
              <w:t>энергоэффективности</w:t>
            </w:r>
            <w:proofErr w:type="spellEnd"/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Ресторан "КФС"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130.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131А(132А; 133А; 134А). Директор-стажёр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135. Заместитель директора-стажер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Тверь Ритейл Парк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136.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137.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138А(139А; 140А; 141А; 142А).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143.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144.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145.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146А(147А; 148А).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149.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lastRenderedPageBreak/>
              <w:t>150.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Тропа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151.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152.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153.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Павелецкий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154.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155.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156.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157.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158А(159А; 160А; 161А).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Тверь Вокзал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162.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163.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164.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165.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166А(167А; 168А; 169А; 170А; 171А; 172А; 173А; 174А; 175А; 176А; 177А; 178А; 179А; 180А; 181А).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182А(183А; 184А; 185А; 186А; 187А; 188А; 189А; 190А).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Планерная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191.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192.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lastRenderedPageBreak/>
              <w:t>193.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194А(195А; 196А; 197А).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198А(199А; 200А).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Орехово-Зуево Олимпия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201.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202.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203.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204.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205. Уборщик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206А(207А; 208А; 209А; 210А; 211А; 212А).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213А(214А; 215А; 216А; 217А; 218А; 219А; 220А; 221А; 222А; 223А; 224А; 225А).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226.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227.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Калужский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228.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229.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230А(231А; 232А; 233А).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234.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Савеловский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235.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236.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237.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 xml:space="preserve">Рекомендации по улучшению условий </w:t>
            </w:r>
            <w:r>
              <w:lastRenderedPageBreak/>
              <w:t>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lastRenderedPageBreak/>
              <w:t>238.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239А(240А; 241А).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242.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243А(244А; 245А; 246А; 247А; 248А).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Савеловский 3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249.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250.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251.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252.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253.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254.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Киевский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255.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256.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257.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Панорама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258.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259.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260.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261.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Казанский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262.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263.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 xml:space="preserve">Рекомендации по улучшению условий </w:t>
            </w:r>
            <w:r>
              <w:lastRenderedPageBreak/>
              <w:t>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lastRenderedPageBreak/>
              <w:t>264.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265.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266.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267А(268А; 269А; 270А).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271.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272.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Казанский 3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273.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274.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275.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276.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277.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278А(279А; 280А; 281А; 282А; 283А; 284А; 285А; 286А; 287А; 288А; 289А; 290А; 291А).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292А(293А; 294А).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295А(296А; 297А; 298А; 299А).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Азовский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300.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301.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302.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Ярославский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303.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lastRenderedPageBreak/>
              <w:t>304.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305.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306.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307А(308А; 309А; 310А; 311А; 312А; 313А; 314А).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315.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316.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Ярославский 2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317.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318.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319.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320.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321.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322А(323А; 324А; 325А; 326А; 327А; 328А; 329А).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330А(331А; 332А; 333А; 334А; 335А).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Цветной бульвар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336.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337.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338.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339А(340А; 341А; 342А; 343А; 344А; 345А).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346.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Тверь РИО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lastRenderedPageBreak/>
              <w:t>347.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348.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349.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350.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351.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352А(353А; 354А; 355А).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356А(357А; 358А; 359А; 360А; 361А; 362А).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363.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364.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Измайловский вал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365.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366.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367.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368.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Клён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369.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370.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371.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Ленинградское шоссе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372.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373.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374.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lastRenderedPageBreak/>
              <w:t>375.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376.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377А(378А; 379А).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Атлантис</w:t>
            </w:r>
            <w:proofErr w:type="spellEnd"/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380.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381А(382А; 383А; 384А).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385А(386А; 387А; 388А; 389А; 390А; 391А; 392А).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393.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Тук </w:t>
            </w:r>
            <w:proofErr w:type="spellStart"/>
            <w:r>
              <w:rPr>
                <w:b/>
                <w:i/>
              </w:rPr>
              <w:t>Тук</w:t>
            </w:r>
            <w:proofErr w:type="spellEnd"/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394.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395.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396.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397.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398.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Ступино Курс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399.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400.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401.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402.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403.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404.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405А(406А; 407А; 408А; 409А; 410А; 411А; 412А). Член брига</w:t>
            </w:r>
            <w:r>
              <w:lastRenderedPageBreak/>
              <w:t>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lastRenderedPageBreak/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lastRenderedPageBreak/>
              <w:t>413А(414А; 415А; 416А; 417А; 418А).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419.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Черемушки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420.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421.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422.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Оранж</w:t>
            </w:r>
            <w:proofErr w:type="spellEnd"/>
            <w:r>
              <w:rPr>
                <w:b/>
                <w:i/>
              </w:rPr>
              <w:t xml:space="preserve"> парк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423.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424.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425.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426.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427.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Электросталь Парк Плаза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428.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429.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430А(431А; 432А; 433А).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434.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435А(436А; 437А).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438.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Пресненский вал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439.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440.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lastRenderedPageBreak/>
              <w:t>441.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Мандарин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442.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443А(444А; 445А).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446А(447А; 448А; 449А; 450А; 451А; 452А).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453.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Оранжевый мир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454.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455.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456А(457А; 458А; 459А).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460.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461А(462А; 463А).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464А(465А; 466А).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Люберцы Выходной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467.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468А(469А; 470А; 471А; 472А; 473А; 474А; 475А; 476А; 477А; 478А; 479А).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480.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481.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482.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483А(484А; 485А; 486А; 487А).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488.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lastRenderedPageBreak/>
              <w:t>489.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КФС Ельнинская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490.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491А(492А; 493А; 494А).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495.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496.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497.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Багратион мост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498.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499.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500.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501.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502.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503.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Орел </w:t>
            </w:r>
            <w:proofErr w:type="spellStart"/>
            <w:r>
              <w:rPr>
                <w:b/>
                <w:i/>
              </w:rPr>
              <w:t>Гринн</w:t>
            </w:r>
            <w:proofErr w:type="spellEnd"/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504.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505.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506А(507А; 508А; 509А; 510А).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511.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512.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513.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514.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 xml:space="preserve">515А(516А; 517А; 518А). Член </w:t>
            </w:r>
            <w:r>
              <w:lastRenderedPageBreak/>
              <w:t>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lastRenderedPageBreak/>
              <w:t xml:space="preserve">Рекомендации по улучшению условий </w:t>
            </w:r>
            <w:r>
              <w:lastRenderedPageBreak/>
              <w:t>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Братеевский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519.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520.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521.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522.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523А(524А; 525А; 526А; 527А; 528А; 529А; 530А; 531А; 532А; 533А; 534А).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535А(536А; 537А).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Тверь Олимп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538.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539.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540.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541.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542.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543. Уборщик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544А(545А; 546А; 547А; 548А; 549А; 550А; 551А).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552А(553А; 554А; 555А; 556А; 557А; 558А; 559А; 560А).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Витте Молл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561.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562.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563.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lastRenderedPageBreak/>
              <w:t>564.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565.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566.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567.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568А(569А; 570А; 571А; 572А; 573А; 574А; 575А).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Дмитрия Донского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576.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577.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578.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579.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Горбушкин</w:t>
            </w:r>
            <w:proofErr w:type="spellEnd"/>
            <w:r>
              <w:rPr>
                <w:b/>
                <w:i/>
              </w:rPr>
              <w:t xml:space="preserve"> двор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580.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581.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582.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583.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Рождественка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584.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585.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586.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587. Уборщик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588А(589А; 590А).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Фэвори</w:t>
            </w:r>
            <w:proofErr w:type="spellEnd"/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591.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 xml:space="preserve">Рекомендации по улучшению условий </w:t>
            </w:r>
            <w:r>
              <w:lastRenderedPageBreak/>
              <w:t>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lastRenderedPageBreak/>
              <w:t>592.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593.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Ореховый бульвар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594.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595.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596.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597А(598А; 599А; 600А; 601А; 602А; 603А; 604А; 605А).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Верхняя Радищевская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606.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607.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608.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609А(610А; 611А; 612А; 613А; 614А; 615А).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616А(617А; 618А; 619А; 620А; 621А; 622А; 623А; 624А; 625А).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Рио Ленинский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626.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627.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Старый Оскол Боше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628.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629.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630.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631. Техник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632.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 xml:space="preserve">Рекомендации по улучшению условий </w:t>
            </w:r>
            <w:r>
              <w:lastRenderedPageBreak/>
              <w:t>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lastRenderedPageBreak/>
              <w:t>633.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634.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635А(636А; 637А; 638А; 639А; 640А; 641А; 642А; 643А; 644А; 645А; 646А; 647А; 648А; 649А; 650А).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Курский 2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651.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652А(653А; 654А; 655А; 656А; 657А).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658.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659.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Ухта Ярмарка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660.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661.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662.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663.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664. Уборщик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665. Уборщик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666.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667.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668.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669А(670А; 671А; 672А; 673А; 674А).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 xml:space="preserve">675А(676А; 677А; 678А; 679А; 680А; 681А; 682А; 683А; 684А; </w:t>
            </w:r>
            <w:r>
              <w:lastRenderedPageBreak/>
              <w:t>685А; 686А; 687А; 688А; 689А; 690А).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lastRenderedPageBreak/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Сыктывкар Парма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691.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692.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693.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694.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695.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696А(697А; 698А; 699А; 700А; 701А; 702А; 703А; 704А; 705А; 706А; 707А; 708А; 709А).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710А(711А; 712А; 713А; 714А; 715А; 716А; 717А; 718А).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Орел площадь Карла Маркса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719А(720А; 721А).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722.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723.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724.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725.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726.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727А(728А; 729А; 730А; 731А; 732А; 733А; 734А; 735А; 736А).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737А(738А; 739А; 740А; 741А; 742А).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Орел Автовокзал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743.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 xml:space="preserve">Рекомендации по улучшению условий </w:t>
            </w:r>
            <w:r>
              <w:lastRenderedPageBreak/>
              <w:t>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lastRenderedPageBreak/>
              <w:t>744.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745.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746.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747.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748.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749А(750А; 751А; 752А; 753А; 754А; 755А; 756А).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757А(758А; 759А; 760А; 761А; 762А; 763А; 764А).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Ходынский бульвар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765.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766.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767.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768.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Галеон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769.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770.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ТТК 25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771.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772.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773.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774.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КФС </w:t>
            </w:r>
            <w:proofErr w:type="spellStart"/>
            <w:r>
              <w:rPr>
                <w:b/>
                <w:i/>
              </w:rPr>
              <w:t>Хлобыстова</w:t>
            </w:r>
            <w:proofErr w:type="spellEnd"/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775.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 xml:space="preserve">Рекомендации по улучшению условий </w:t>
            </w:r>
            <w:r>
              <w:lastRenderedPageBreak/>
              <w:t>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lastRenderedPageBreak/>
              <w:t>776.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777.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778.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779.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780А(781А; 782А; 783А; 784А; 785А; 786А).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787А(788А; 789А; 790А; 791А; 792А).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Миклухо-Маклая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793.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794.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Мокшино</w:t>
            </w:r>
            <w:proofErr w:type="spellEnd"/>
            <w:r>
              <w:rPr>
                <w:b/>
                <w:i/>
              </w:rPr>
              <w:t xml:space="preserve"> Ленинградская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795.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796.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797.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798.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799А(800А; 801А; 802А; 803А; 804А).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Саранск Гагарина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805.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806.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807.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808А(809А; 810А).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811А(812А; 813А; 814А; 815А; 816А).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 xml:space="preserve">817А(818А; 819А). Помощник </w:t>
            </w:r>
            <w:r>
              <w:lastRenderedPageBreak/>
              <w:t>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lastRenderedPageBreak/>
              <w:t xml:space="preserve">Рекомендации по улучшению условий </w:t>
            </w:r>
            <w:r>
              <w:lastRenderedPageBreak/>
              <w:t>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МКАД 38 км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820.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821.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822.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823.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Белгород Богдана Хмельницкого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824.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825.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826.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827.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828.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829А(830А; 831А; 832А; 833А; 834А).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835А(836А; 837А; 838А; 839А; 840А; 841А; 842А; 843А; 844А; 845А; 846А).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Белгород Мега </w:t>
            </w:r>
            <w:proofErr w:type="spellStart"/>
            <w:r>
              <w:rPr>
                <w:b/>
                <w:i/>
              </w:rPr>
              <w:t>Гринн</w:t>
            </w:r>
            <w:proofErr w:type="spellEnd"/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847.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848.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849.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850.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851.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852.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 xml:space="preserve">853А(854А; 855А; 856А). Член </w:t>
            </w:r>
            <w:r>
              <w:lastRenderedPageBreak/>
              <w:t>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lastRenderedPageBreak/>
              <w:t xml:space="preserve">Рекомендации по улучшению условий </w:t>
            </w:r>
            <w:r>
              <w:lastRenderedPageBreak/>
              <w:t>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lastRenderedPageBreak/>
              <w:t>857А(858А; 859А; 860А; 861А).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Белгород Центральный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862.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863.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864.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865.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866.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867.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868. Техник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869. Менеджер смены первой категории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870.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871А(872А; 873А; 874А; 875А; 876А; 877А).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878А(879А; 880А; 881А).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Губкин ТЦ Европа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882.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883.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884.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885.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886.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887А(888А; 889А; 890А; 891А; 892А; 893А).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894А(895А; 896А; 897А; 898А; 899А; 900А; 901А; 902А).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Ульяновск </w:t>
            </w:r>
            <w:proofErr w:type="spellStart"/>
            <w:r>
              <w:rPr>
                <w:b/>
                <w:i/>
              </w:rPr>
              <w:t>Аквамолл</w:t>
            </w:r>
            <w:proofErr w:type="spellEnd"/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903.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904.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905.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906.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907.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908.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909.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910А(911А; 912А; 913А; 914А; 915А).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916А(917А; 918А; 919А).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Ульяновск </w:t>
            </w:r>
            <w:proofErr w:type="spellStart"/>
            <w:r>
              <w:rPr>
                <w:b/>
                <w:i/>
              </w:rPr>
              <w:t>Дарс</w:t>
            </w:r>
            <w:proofErr w:type="spellEnd"/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920.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921.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922.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923.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924А(925А; 926А; 927А; 928А; 929А; 930А; 931А).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932А(933А; 934А; 935А; 936А; 937А; 938А; 939А; 940А).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Ульяновск </w:t>
            </w:r>
            <w:proofErr w:type="spellStart"/>
            <w:r>
              <w:rPr>
                <w:b/>
                <w:i/>
              </w:rPr>
              <w:t>Оптимус</w:t>
            </w:r>
            <w:proofErr w:type="spellEnd"/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941.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942.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943.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944.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 xml:space="preserve">Рекомендации по улучшению условий </w:t>
            </w:r>
            <w:r>
              <w:lastRenderedPageBreak/>
              <w:t>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lastRenderedPageBreak/>
              <w:t>945. Уборщик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946.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947.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948А(949А; 950А; 951А; 952А; 953А; 954А; 955А; 956А; 957А).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958А(959А; 960А; 961А; 962А; 963А; 964А).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Ульяновск ЦУМ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965.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966.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967.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968.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969.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970А(971А; 972А; 973А).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974.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975.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Курский 4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976.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977.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978.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Стратонавтов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979.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980.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lastRenderedPageBreak/>
              <w:t>981.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982.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983.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984.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Калининград площадь Победы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985.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986.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987.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988.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989.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990.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991А(992А; 993А; 994А; 995А; 996А; 997А; 998А; 999А; 1000А; 1001А; 1002А; 1003А).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1004А(1005А; 1006А; 1007А; 1008А; 1009А; 1010А).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Калининград пл. Победы СМАРТ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1011.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1012.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1013.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1014.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1015.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1016.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lastRenderedPageBreak/>
              <w:t>1017.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1018А(1019А; 1020А; 1021А; 1022А; 1023А; 1024А; 1025А; 1026А; 1027А; 1028А; 1029А; 1030А; 1031А; 1032А; 1033А; 1034А).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1035А(1036А; 1037А; 1038А; 1039А; 1040А; 1041А; 1042А; 1043А).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Беговая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1044.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1045.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1046. Тренер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1047.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1048.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1049. Член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1050А(1051А; 1052А; 1053А). Помощник члена бригады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Департамент по операционной деятельности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1054. Территориальный управляющий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1055. Территориальный управляющий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 xml:space="preserve">1056. </w:t>
            </w:r>
            <w:proofErr w:type="spellStart"/>
            <w:r>
              <w:t>Маркет</w:t>
            </w:r>
            <w:proofErr w:type="spellEnd"/>
            <w:r>
              <w:t>-менеджер Ростикс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Мини Молл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1057.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1058.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1059.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автоматизации и си</w:t>
            </w:r>
            <w:r>
              <w:rPr>
                <w:b/>
                <w:i/>
              </w:rPr>
              <w:lastRenderedPageBreak/>
              <w:t>стематизации бухгалтерского учета расходов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lastRenderedPageBreak/>
              <w:t>1060. Руководитель отдела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обучения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1061. Старший тренинг-менеджер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пищевой безопасности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1062. Внутренний аудитор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Тушинская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1063. Заместитель директора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1064. Директор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1065. Менеджер смены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  <w:tr w:rsidR="00C04AD4" w:rsidRPr="00250021" w:rsidTr="008B4051">
        <w:trPr>
          <w:jc w:val="center"/>
        </w:trPr>
        <w:tc>
          <w:tcPr>
            <w:tcW w:w="3049" w:type="dxa"/>
            <w:vAlign w:val="center"/>
          </w:tcPr>
          <w:p w:rsidR="00C04AD4" w:rsidRPr="00C04AD4" w:rsidRDefault="00C04AD4" w:rsidP="00C04AD4">
            <w:pPr>
              <w:pStyle w:val="aa"/>
              <w:jc w:val="left"/>
            </w:pPr>
            <w:r>
              <w:t>1066. Младший менеджер</w:t>
            </w:r>
          </w:p>
        </w:tc>
        <w:tc>
          <w:tcPr>
            <w:tcW w:w="3686" w:type="dxa"/>
            <w:vAlign w:val="center"/>
          </w:tcPr>
          <w:p w:rsidR="00C04AD4" w:rsidRDefault="00C04AD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04AD4" w:rsidRPr="00250021" w:rsidRDefault="00C04AD4" w:rsidP="00DB70BA">
            <w:pPr>
              <w:pStyle w:val="aa"/>
            </w:pPr>
          </w:p>
        </w:tc>
      </w:tr>
    </w:tbl>
    <w:p w:rsidR="00DB70BA" w:rsidRPr="00250021" w:rsidRDefault="00DB70BA" w:rsidP="00DB70BA">
      <w:bookmarkStart w:id="1" w:name="_GoBack"/>
      <w:bookmarkEnd w:id="1"/>
    </w:p>
    <w:sectPr w:rsidR="00DB70BA" w:rsidRPr="00250021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96B" w:rsidRPr="00C04AD4" w:rsidRDefault="000F696B" w:rsidP="00C04AD4">
      <w:r>
        <w:separator/>
      </w:r>
    </w:p>
  </w:endnote>
  <w:endnote w:type="continuationSeparator" w:id="0">
    <w:p w:rsidR="000F696B" w:rsidRPr="00C04AD4" w:rsidRDefault="000F696B" w:rsidP="00C04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AD4" w:rsidRDefault="00C04AD4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AD4" w:rsidRDefault="00C04AD4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AD4" w:rsidRDefault="00C04AD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96B" w:rsidRPr="00C04AD4" w:rsidRDefault="000F696B" w:rsidP="00C04AD4">
      <w:r>
        <w:separator/>
      </w:r>
    </w:p>
  </w:footnote>
  <w:footnote w:type="continuationSeparator" w:id="0">
    <w:p w:rsidR="000F696B" w:rsidRPr="00C04AD4" w:rsidRDefault="000F696B" w:rsidP="00C04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AD4" w:rsidRDefault="00C04AD4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AD4" w:rsidRDefault="00C04AD4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AD4" w:rsidRDefault="00C04AD4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dv_info1" w:val="     "/>
    <w:docVar w:name="adv_info2" w:val="     "/>
    <w:docVar w:name="adv_info3" w:val="     "/>
    <w:docVar w:name="att_org_adr" w:val="105118, г. Москва, ш. Энтузиастов, д. 34, этаж 4, пом. 1."/>
    <w:docVar w:name="att_org_name" w:val="Общество с ограниченной ответственностью &quot;Лаборатория труда&quot;"/>
    <w:docVar w:name="att_org_reg_date" w:val="08.04.2016"/>
    <w:docVar w:name="att_org_reg_num" w:val="261"/>
    <w:docVar w:name="boss_fio" w:val="Воробьев Даниил Викторович"/>
    <w:docVar w:name="ceh_info" w:val=" Общество с ограниченной ответственностью «Сити Ресторантс» "/>
    <w:docVar w:name="D_dog" w:val="   "/>
    <w:docVar w:name="D_prikaz" w:val="   "/>
    <w:docVar w:name="doc_type" w:val="6"/>
    <w:docVar w:name="fill_date" w:val="   "/>
    <w:docVar w:name="kpp_code" w:val="   "/>
    <w:docVar w:name="N_dog" w:val="   "/>
    <w:docVar w:name="N_prikaz" w:val="   "/>
    <w:docVar w:name="org_guid" w:val="A340A2A02C244EB99295A7E5B6774D76"/>
    <w:docVar w:name="org_id" w:val="1"/>
    <w:docVar w:name="org_name" w:val="     "/>
    <w:docVar w:name="pers_guids" w:val="95F5248A1DF04C21BFA7002619985463@13067262336"/>
    <w:docVar w:name="pers_snils" w:val="95F5248A1DF04C21BFA7002619985463@13067262336"/>
    <w:docVar w:name="podr_id" w:val="org_1"/>
    <w:docVar w:name="pred_dolg" w:val="Специалист по охране труда и пожарной безопасности"/>
    <w:docVar w:name="pred_fio" w:val="Полищук Михаил Александрович"/>
    <w:docVar w:name="prikaz_sout" w:val="817"/>
    <w:docVar w:name="rbtd_adr" w:val="     "/>
    <w:docVar w:name="rbtd_name" w:val="Общество с ограниченной ответственностью «Сити Ресторантс»"/>
    <w:docVar w:name="sout_id" w:val="   "/>
    <w:docVar w:name="sv_docs" w:val="1"/>
  </w:docVars>
  <w:rsids>
    <w:rsidRoot w:val="00C04AD4"/>
    <w:rsid w:val="0002033E"/>
    <w:rsid w:val="00056BFC"/>
    <w:rsid w:val="0007776A"/>
    <w:rsid w:val="00093D2E"/>
    <w:rsid w:val="000C5130"/>
    <w:rsid w:val="000F696B"/>
    <w:rsid w:val="00196135"/>
    <w:rsid w:val="001A7AC3"/>
    <w:rsid w:val="001B06AD"/>
    <w:rsid w:val="00237B32"/>
    <w:rsid w:val="00250021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81D90"/>
    <w:rsid w:val="006E662C"/>
    <w:rsid w:val="00725C51"/>
    <w:rsid w:val="00820552"/>
    <w:rsid w:val="008B4051"/>
    <w:rsid w:val="008C0968"/>
    <w:rsid w:val="00922677"/>
    <w:rsid w:val="009647F7"/>
    <w:rsid w:val="009A1326"/>
    <w:rsid w:val="009D6532"/>
    <w:rsid w:val="00A026A4"/>
    <w:rsid w:val="00A26A0A"/>
    <w:rsid w:val="00A567D1"/>
    <w:rsid w:val="00B12F45"/>
    <w:rsid w:val="00B1405F"/>
    <w:rsid w:val="00B3448B"/>
    <w:rsid w:val="00B5534B"/>
    <w:rsid w:val="00BA560A"/>
    <w:rsid w:val="00BD0A92"/>
    <w:rsid w:val="00C0355B"/>
    <w:rsid w:val="00C04AD4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B4A27E6-6356-4C9E-A485-1264E061B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C04AD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C04AD4"/>
    <w:rPr>
      <w:sz w:val="24"/>
    </w:rPr>
  </w:style>
  <w:style w:type="paragraph" w:styleId="ad">
    <w:name w:val="footer"/>
    <w:basedOn w:val="a"/>
    <w:link w:val="ae"/>
    <w:rsid w:val="00C04AD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C04AD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7</TotalTime>
  <Pages>28</Pages>
  <Words>6736</Words>
  <Characters>38396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45042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User</dc:creator>
  <cp:keywords/>
  <dc:description/>
  <cp:lastModifiedBy>Полищук Михаил</cp:lastModifiedBy>
  <cp:revision>2</cp:revision>
  <dcterms:created xsi:type="dcterms:W3CDTF">2025-02-22T22:02:00Z</dcterms:created>
  <dcterms:modified xsi:type="dcterms:W3CDTF">2025-03-05T12:23:00Z</dcterms:modified>
</cp:coreProperties>
</file>